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639" w:type="dxa"/>
        <w:jc w:val="center"/>
        <w:tblLayout w:type="fixed"/>
        <w:tblLook w:val="04A0"/>
      </w:tblPr>
      <w:tblGrid>
        <w:gridCol w:w="1985"/>
        <w:gridCol w:w="5669"/>
        <w:gridCol w:w="1985"/>
      </w:tblGrid>
      <w:tr w:rsidR="00FB23B9" w:rsidRPr="00B36315" w:rsidTr="00FB23B9">
        <w:trPr>
          <w:jc w:val="center"/>
        </w:trPr>
        <w:tc>
          <w:tcPr>
            <w:tcW w:w="1985" w:type="dxa"/>
            <w:vMerge w:val="restart"/>
            <w:vAlign w:val="center"/>
          </w:tcPr>
          <w:p w:rsidR="00FB23B9" w:rsidRPr="00B36315" w:rsidRDefault="00FB23B9" w:rsidP="00FB23B9">
            <w:pPr>
              <w:pStyle w:val="Intestazione"/>
              <w:jc w:val="center"/>
              <w:rPr>
                <w:rFonts w:ascii="Calibri" w:hAnsi="Calibri" w:cs="Calibri"/>
              </w:rPr>
            </w:pPr>
            <w:r w:rsidRPr="00B36315">
              <w:rPr>
                <w:rFonts w:ascii="Calibri" w:hAnsi="Calibri" w:cs="Calibri"/>
                <w:noProof/>
                <w:lang w:eastAsia="it-IT" w:bidi="ar-SA"/>
              </w:rPr>
              <w:drawing>
                <wp:inline distT="0" distB="0" distL="0" distR="0">
                  <wp:extent cx="762000" cy="800100"/>
                  <wp:effectExtent l="19050" t="0" r="0" b="0"/>
                  <wp:docPr id="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vAlign w:val="center"/>
          </w:tcPr>
          <w:p w:rsidR="00FB23B9" w:rsidRPr="00B36315" w:rsidRDefault="00FB23B9" w:rsidP="00FB23B9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b/>
                <w:sz w:val="26"/>
                <w:szCs w:val="26"/>
                <w:lang w:eastAsia="it-IT"/>
              </w:rPr>
            </w:pPr>
            <w:r w:rsidRPr="00B36315">
              <w:rPr>
                <w:rFonts w:ascii="Calibri" w:hAnsi="Calibri" w:cs="Calibri"/>
                <w:b/>
                <w:sz w:val="26"/>
                <w:szCs w:val="26"/>
                <w:lang w:eastAsia="it-IT"/>
              </w:rPr>
              <w:t xml:space="preserve">LICEO STATALE </w:t>
            </w:r>
          </w:p>
          <w:p w:rsidR="00FB23B9" w:rsidRPr="00B36315" w:rsidRDefault="00FB23B9" w:rsidP="00FB23B9">
            <w:pPr>
              <w:pStyle w:val="Intestazione"/>
              <w:jc w:val="center"/>
              <w:rPr>
                <w:rFonts w:ascii="Calibri" w:hAnsi="Calibri" w:cs="Calibri"/>
              </w:rPr>
            </w:pPr>
            <w:r w:rsidRPr="00B36315">
              <w:rPr>
                <w:rFonts w:ascii="Calibri" w:hAnsi="Calibri" w:cs="Calibri"/>
                <w:b/>
                <w:sz w:val="26"/>
                <w:szCs w:val="26"/>
                <w:lang w:eastAsia="it-IT"/>
              </w:rPr>
              <w:t>“COLUCCIO SALUTATI”</w:t>
            </w:r>
          </w:p>
        </w:tc>
        <w:tc>
          <w:tcPr>
            <w:tcW w:w="1985" w:type="dxa"/>
            <w:vMerge w:val="restart"/>
            <w:vAlign w:val="center"/>
          </w:tcPr>
          <w:p w:rsidR="00FB23B9" w:rsidRPr="00B36315" w:rsidRDefault="00FB23B9" w:rsidP="00FB23B9">
            <w:pPr>
              <w:pStyle w:val="Intestazione"/>
              <w:jc w:val="center"/>
              <w:rPr>
                <w:rFonts w:ascii="Calibri" w:hAnsi="Calibri" w:cs="Calibri"/>
              </w:rPr>
            </w:pPr>
            <w:r w:rsidRPr="00B36315">
              <w:rPr>
                <w:rFonts w:ascii="Calibri" w:hAnsi="Calibri" w:cs="Calibri"/>
                <w:b/>
                <w:i/>
                <w:noProof/>
                <w:lang w:eastAsia="it-IT" w:bidi="ar-SA"/>
              </w:rPr>
              <w:drawing>
                <wp:inline distT="0" distB="0" distL="0" distR="0">
                  <wp:extent cx="590550" cy="638175"/>
                  <wp:effectExtent l="19050" t="0" r="0" b="0"/>
                  <wp:docPr id="4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23B9" w:rsidRPr="00B36315" w:rsidTr="00FB23B9">
        <w:trPr>
          <w:jc w:val="center"/>
        </w:trPr>
        <w:tc>
          <w:tcPr>
            <w:tcW w:w="2098" w:type="dxa"/>
            <w:vMerge/>
            <w:vAlign w:val="center"/>
          </w:tcPr>
          <w:p w:rsidR="00FB23B9" w:rsidRPr="00B36315" w:rsidRDefault="00FB23B9" w:rsidP="00FB23B9">
            <w:pPr>
              <w:pStyle w:val="Intestazione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:rsidR="00FB23B9" w:rsidRPr="00B36315" w:rsidRDefault="00FB23B9" w:rsidP="00FB23B9">
            <w:pPr>
              <w:pStyle w:val="Intestazione"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FB23B9" w:rsidRPr="00B36315" w:rsidRDefault="00FB23B9" w:rsidP="00FB23B9">
            <w:pPr>
              <w:pStyle w:val="Intestazione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36315">
              <w:rPr>
                <w:rFonts w:ascii="Calibri" w:hAnsi="Calibri" w:cs="Calibri"/>
                <w:sz w:val="16"/>
                <w:szCs w:val="16"/>
              </w:rPr>
              <w:t>LICEO SCIENTIFICO - LICEO SCIENTIFICO a indirizzo sportivo</w:t>
            </w:r>
          </w:p>
          <w:p w:rsidR="00FB23B9" w:rsidRPr="00B36315" w:rsidRDefault="00FB23B9" w:rsidP="00FB23B9">
            <w:pPr>
              <w:pStyle w:val="Intestazione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36315">
              <w:rPr>
                <w:rFonts w:ascii="Calibri" w:hAnsi="Calibri" w:cs="Calibri"/>
                <w:sz w:val="16"/>
                <w:szCs w:val="16"/>
              </w:rPr>
              <w:t>LICEO SCIENZE UMANE opzione economico-sociale</w:t>
            </w:r>
          </w:p>
          <w:p w:rsidR="00FB23B9" w:rsidRPr="00B36315" w:rsidRDefault="00FB23B9" w:rsidP="00FB23B9">
            <w:pPr>
              <w:pStyle w:val="Intestazione"/>
              <w:jc w:val="center"/>
              <w:rPr>
                <w:rFonts w:ascii="Calibri" w:hAnsi="Calibri" w:cs="Calibri"/>
                <w:color w:val="0000FF"/>
                <w:sz w:val="10"/>
                <w:szCs w:val="10"/>
                <w:u w:val="single"/>
              </w:rPr>
            </w:pPr>
          </w:p>
        </w:tc>
        <w:tc>
          <w:tcPr>
            <w:tcW w:w="2098" w:type="dxa"/>
            <w:vMerge/>
            <w:vAlign w:val="center"/>
          </w:tcPr>
          <w:p w:rsidR="00FB23B9" w:rsidRPr="00B36315" w:rsidRDefault="00FB23B9" w:rsidP="00FB23B9">
            <w:pPr>
              <w:pStyle w:val="Intestazione"/>
              <w:rPr>
                <w:rFonts w:ascii="Calibri" w:hAnsi="Calibri" w:cs="Calibri"/>
              </w:rPr>
            </w:pPr>
          </w:p>
        </w:tc>
      </w:tr>
      <w:tr w:rsidR="00FB23B9" w:rsidRPr="00B36315" w:rsidTr="00FB23B9">
        <w:trPr>
          <w:jc w:val="center"/>
        </w:trPr>
        <w:tc>
          <w:tcPr>
            <w:tcW w:w="2098" w:type="dxa"/>
            <w:vMerge/>
            <w:vAlign w:val="center"/>
          </w:tcPr>
          <w:p w:rsidR="00FB23B9" w:rsidRPr="00B36315" w:rsidRDefault="00FB23B9" w:rsidP="00FB23B9">
            <w:pPr>
              <w:pStyle w:val="Intestazione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:rsidR="00FB23B9" w:rsidRPr="00B36315" w:rsidRDefault="00DF2CF3" w:rsidP="00FB23B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0" w:history="1">
              <w:r w:rsidR="00FB23B9" w:rsidRPr="00B36315">
                <w:rPr>
                  <w:rStyle w:val="Collegamentoipertestuale"/>
                  <w:rFonts w:ascii="Calibri" w:hAnsi="Calibri" w:cs="Calibri"/>
                  <w:sz w:val="14"/>
                  <w:szCs w:val="14"/>
                </w:rPr>
                <w:t>ptps03000x@istruzione.it</w:t>
              </w:r>
            </w:hyperlink>
            <w:r w:rsidR="00FB23B9" w:rsidRPr="00B36315">
              <w:rPr>
                <w:rFonts w:ascii="Calibri" w:hAnsi="Calibri" w:cs="Calibri"/>
                <w:sz w:val="14"/>
                <w:szCs w:val="14"/>
              </w:rPr>
              <w:t xml:space="preserve"> - sito internet </w:t>
            </w:r>
            <w:hyperlink r:id="rId11" w:history="1">
              <w:r w:rsidR="00FB23B9" w:rsidRPr="00B36315">
                <w:rPr>
                  <w:rStyle w:val="Collegamentoipertestuale"/>
                  <w:rFonts w:ascii="Calibri" w:hAnsi="Calibri" w:cs="Calibri"/>
                  <w:sz w:val="14"/>
                  <w:szCs w:val="14"/>
                </w:rPr>
                <w:t>www.liceosalutati.it</w:t>
              </w:r>
            </w:hyperlink>
            <w:r w:rsidR="00FB23B9" w:rsidRPr="00B36315">
              <w:rPr>
                <w:rFonts w:ascii="Calibri" w:hAnsi="Calibri" w:cs="Calibri"/>
                <w:sz w:val="14"/>
                <w:szCs w:val="14"/>
              </w:rPr>
              <w:t xml:space="preserve"> </w:t>
            </w:r>
          </w:p>
          <w:p w:rsidR="00FB23B9" w:rsidRPr="00B36315" w:rsidRDefault="00FB23B9" w:rsidP="00FB23B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B36315">
              <w:rPr>
                <w:rFonts w:ascii="Calibri" w:hAnsi="Calibri" w:cs="Calibri"/>
                <w:sz w:val="14"/>
                <w:szCs w:val="14"/>
              </w:rPr>
              <w:t xml:space="preserve">Tel 0572 78186 – fax 0572 74360 Via Marconi, 71 - 51016 Montecatini Terme (PT) </w:t>
            </w:r>
          </w:p>
          <w:p w:rsidR="00FB23B9" w:rsidRPr="00B36315" w:rsidRDefault="00FB23B9" w:rsidP="00FB23B9">
            <w:pPr>
              <w:pStyle w:val="Intestazione"/>
              <w:jc w:val="center"/>
              <w:rPr>
                <w:rFonts w:ascii="Calibri" w:hAnsi="Calibri" w:cs="Calibri"/>
              </w:rPr>
            </w:pPr>
            <w:r w:rsidRPr="00B36315">
              <w:rPr>
                <w:rFonts w:ascii="Calibri" w:hAnsi="Calibri" w:cs="Calibri"/>
                <w:sz w:val="14"/>
                <w:szCs w:val="14"/>
              </w:rPr>
              <w:t>COD. FISC. 81003610474</w:t>
            </w:r>
          </w:p>
        </w:tc>
        <w:tc>
          <w:tcPr>
            <w:tcW w:w="2098" w:type="dxa"/>
            <w:vMerge/>
            <w:vAlign w:val="center"/>
          </w:tcPr>
          <w:p w:rsidR="00FB23B9" w:rsidRPr="00B36315" w:rsidRDefault="00FB23B9" w:rsidP="00FB23B9">
            <w:pPr>
              <w:pStyle w:val="Intestazione"/>
              <w:rPr>
                <w:rFonts w:ascii="Calibri" w:hAnsi="Calibri" w:cs="Calibri"/>
              </w:rPr>
            </w:pPr>
          </w:p>
        </w:tc>
      </w:tr>
    </w:tbl>
    <w:p w:rsidR="005E5419" w:rsidRDefault="005E5419" w:rsidP="0042568A">
      <w:pPr>
        <w:autoSpaceDE w:val="0"/>
        <w:autoSpaceDN w:val="0"/>
        <w:adjustRightInd w:val="0"/>
      </w:pPr>
    </w:p>
    <w:p w:rsidR="005E5419" w:rsidRPr="005E5419" w:rsidRDefault="005E5419" w:rsidP="005E5419"/>
    <w:p w:rsidR="00B15148" w:rsidRPr="00D52BFB" w:rsidRDefault="00D52BFB" w:rsidP="00D52BFB">
      <w:pPr>
        <w:tabs>
          <w:tab w:val="left" w:pos="0"/>
        </w:tabs>
        <w:jc w:val="center"/>
        <w:rPr>
          <w:rFonts w:ascii="Calibri" w:hAnsi="Calibri" w:cs="Calibri"/>
          <w:b/>
          <w:sz w:val="22"/>
          <w:szCs w:val="22"/>
        </w:rPr>
      </w:pPr>
      <w:r w:rsidRPr="00D52BFB">
        <w:rPr>
          <w:rFonts w:ascii="Calibri" w:hAnsi="Calibri" w:cs="Calibri"/>
          <w:b/>
          <w:sz w:val="22"/>
          <w:szCs w:val="22"/>
        </w:rPr>
        <w:t xml:space="preserve">ALLEGATO 1 – ISTANZA </w:t>
      </w:r>
      <w:proofErr w:type="spellStart"/>
      <w:r w:rsidRPr="00D52BFB">
        <w:rPr>
          <w:rFonts w:ascii="Calibri" w:hAnsi="Calibri" w:cs="Calibri"/>
          <w:b/>
          <w:sz w:val="22"/>
          <w:szCs w:val="22"/>
        </w:rPr>
        <w:t>DI</w:t>
      </w:r>
      <w:proofErr w:type="spellEnd"/>
      <w:r w:rsidRPr="00D52BFB">
        <w:rPr>
          <w:rFonts w:ascii="Calibri" w:hAnsi="Calibri" w:cs="Calibri"/>
          <w:b/>
          <w:sz w:val="22"/>
          <w:szCs w:val="22"/>
        </w:rPr>
        <w:t xml:space="preserve"> PARTECIPAZIONE ALLA SELEZIONE </w:t>
      </w:r>
      <w:proofErr w:type="spellStart"/>
      <w:r w:rsidRPr="00D52BFB">
        <w:rPr>
          <w:rFonts w:ascii="Calibri" w:hAnsi="Calibri" w:cs="Calibri"/>
          <w:b/>
          <w:sz w:val="22"/>
          <w:szCs w:val="22"/>
        </w:rPr>
        <w:t>DI</w:t>
      </w:r>
      <w:proofErr w:type="spellEnd"/>
      <w:r w:rsidRPr="00D52BFB">
        <w:rPr>
          <w:rFonts w:ascii="Calibri" w:hAnsi="Calibri" w:cs="Calibri"/>
          <w:b/>
          <w:sz w:val="22"/>
          <w:szCs w:val="22"/>
        </w:rPr>
        <w:t xml:space="preserve"> NUMERO 14 DOCENTI TUTOR E 1 DOCENTE ORIENTATORE</w:t>
      </w:r>
      <w:r>
        <w:rPr>
          <w:rFonts w:ascii="Calibri" w:hAnsi="Calibri" w:cs="Calibri"/>
          <w:b/>
          <w:sz w:val="22"/>
          <w:szCs w:val="22"/>
        </w:rPr>
        <w:t xml:space="preserve">. DICHIARAZIONE AI SENSI DEGLI </w:t>
      </w:r>
      <w:proofErr w:type="spellStart"/>
      <w:r>
        <w:rPr>
          <w:rFonts w:ascii="Calibri" w:hAnsi="Calibri" w:cs="Calibri"/>
          <w:b/>
          <w:sz w:val="22"/>
          <w:szCs w:val="22"/>
        </w:rPr>
        <w:t>ARTT</w:t>
      </w:r>
      <w:proofErr w:type="spellEnd"/>
      <w:r>
        <w:rPr>
          <w:rFonts w:ascii="Calibri" w:hAnsi="Calibri" w:cs="Calibri"/>
          <w:b/>
          <w:sz w:val="22"/>
          <w:szCs w:val="22"/>
        </w:rPr>
        <w:t>. 46 E 47 DEL D.P.R. 445/2000.</w:t>
      </w:r>
    </w:p>
    <w:p w:rsidR="00B15148" w:rsidRDefault="00B15148" w:rsidP="009D1E88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</w:p>
    <w:p w:rsidR="00B15148" w:rsidRDefault="00B15148" w:rsidP="009D1E88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</w:p>
    <w:p w:rsidR="00D52BFB" w:rsidRPr="001F35ED" w:rsidRDefault="00D52BFB" w:rsidP="00D52BFB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Il/la sottoscritto/a___________________________________________________________________, nato/a a ___________________________________________ il ___/___/___,</w:t>
      </w:r>
    </w:p>
    <w:p w:rsidR="00D52BFB" w:rsidRPr="001F35ED" w:rsidRDefault="00D52BFB" w:rsidP="00D52BFB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codice fiscale: __│__│__│__│__│__│__│__│__│__│__│__│__│__│__│__│</w:t>
      </w:r>
    </w:p>
    <w:p w:rsidR="00D52BFB" w:rsidRPr="001F35ED" w:rsidRDefault="00D52BFB" w:rsidP="00D52BFB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residente a ___________________________________ in via ___________________________n. ___,</w:t>
      </w:r>
    </w:p>
    <w:p w:rsidR="00D52BFB" w:rsidRPr="001F35ED" w:rsidRDefault="00D52BFB" w:rsidP="00D52BFB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 xml:space="preserve">recapito telefonico________________________________indirizzo </w:t>
      </w:r>
      <w:proofErr w:type="spellStart"/>
      <w:r w:rsidRPr="001F35ED">
        <w:rPr>
          <w:rFonts w:ascii="Calibri" w:hAnsi="Calibri" w:cs="Calibri"/>
          <w:sz w:val="20"/>
          <w:szCs w:val="20"/>
        </w:rPr>
        <w:t>email</w:t>
      </w:r>
      <w:proofErr w:type="spellEnd"/>
      <w:r w:rsidRPr="001F35ED">
        <w:rPr>
          <w:rFonts w:ascii="Calibri" w:hAnsi="Calibri" w:cs="Calibri"/>
          <w:sz w:val="20"/>
          <w:szCs w:val="20"/>
        </w:rPr>
        <w:t>____________________________</w:t>
      </w:r>
    </w:p>
    <w:p w:rsidR="00D52BFB" w:rsidRPr="001F35ED" w:rsidRDefault="00D52BFB" w:rsidP="00D52BFB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in servizio presso____________________________ con la qualifica di ______________________________ con contratto a tempo indeterminato,</w:t>
      </w:r>
      <w:r w:rsidR="00151A54" w:rsidRPr="001F35ED">
        <w:rPr>
          <w:rFonts w:ascii="Calibri" w:hAnsi="Calibri" w:cs="Calibri"/>
          <w:sz w:val="20"/>
          <w:szCs w:val="20"/>
        </w:rPr>
        <w:t xml:space="preserve"> consapevole di quanto previsto dall’art. 76 del D.P.R. 445/2000, sulla responsabilità penale cui può andare incontro in caso di dichiarazioni mendaci per violazione degli artt. 46 e 47 del decreto sopra citato, </w:t>
      </w:r>
    </w:p>
    <w:p w:rsidR="00151A54" w:rsidRPr="001F35ED" w:rsidRDefault="00151A54" w:rsidP="00D52BFB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151A54" w:rsidRPr="001F35ED" w:rsidRDefault="00151A54" w:rsidP="00151A54">
      <w:pPr>
        <w:tabs>
          <w:tab w:val="left" w:pos="0"/>
        </w:tabs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F35ED">
        <w:rPr>
          <w:rFonts w:ascii="Calibri" w:hAnsi="Calibri" w:cs="Calibri"/>
          <w:b/>
          <w:sz w:val="20"/>
          <w:szCs w:val="20"/>
        </w:rPr>
        <w:t>CHIEDE</w:t>
      </w:r>
    </w:p>
    <w:p w:rsidR="00151A54" w:rsidRPr="001F35ED" w:rsidRDefault="00151A54" w:rsidP="00151A54">
      <w:pPr>
        <w:tabs>
          <w:tab w:val="left" w:pos="0"/>
        </w:tabs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:rsidR="00151A54" w:rsidRPr="001F35ED" w:rsidRDefault="00151A54" w:rsidP="00151A54">
      <w:pPr>
        <w:tabs>
          <w:tab w:val="left" w:pos="0"/>
        </w:tabs>
        <w:spacing w:line="276" w:lineRule="auto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 xml:space="preserve">di partecipare alla selezione di cui per l’attribuzione dell’incarico di docente tutor e/o orientatore e </w:t>
      </w:r>
    </w:p>
    <w:p w:rsidR="00151A54" w:rsidRPr="001F35ED" w:rsidRDefault="00151A54" w:rsidP="00151A54">
      <w:pPr>
        <w:tabs>
          <w:tab w:val="left" w:pos="0"/>
        </w:tabs>
        <w:spacing w:line="276" w:lineRule="auto"/>
        <w:rPr>
          <w:rFonts w:ascii="Calibri" w:hAnsi="Calibri" w:cs="Calibri"/>
          <w:sz w:val="20"/>
          <w:szCs w:val="20"/>
        </w:rPr>
      </w:pPr>
    </w:p>
    <w:p w:rsidR="00D52BFB" w:rsidRPr="001F35ED" w:rsidRDefault="00151A54" w:rsidP="00D52BFB">
      <w:pPr>
        <w:tabs>
          <w:tab w:val="left" w:pos="0"/>
        </w:tabs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F35ED">
        <w:rPr>
          <w:rFonts w:ascii="Calibri" w:hAnsi="Calibri" w:cs="Calibri"/>
          <w:b/>
          <w:sz w:val="20"/>
          <w:szCs w:val="20"/>
        </w:rPr>
        <w:t>DICHIARA</w:t>
      </w:r>
    </w:p>
    <w:p w:rsidR="00D52BFB" w:rsidRPr="001F35ED" w:rsidRDefault="00D52BFB" w:rsidP="00D52BFB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151A54" w:rsidRPr="001F35ED" w:rsidRDefault="00151A54" w:rsidP="00D52BFB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la disponibilità ad assumere la funzione (si possono spuntare entrambe le funzioni)</w:t>
      </w:r>
    </w:p>
    <w:p w:rsidR="00D52BFB" w:rsidRPr="001F35ED" w:rsidRDefault="00151A54" w:rsidP="00151A54">
      <w:pPr>
        <w:pStyle w:val="Paragrafoelenco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Di orientatore</w:t>
      </w:r>
    </w:p>
    <w:p w:rsidR="00151A54" w:rsidRPr="001F35ED" w:rsidRDefault="00151A54" w:rsidP="00151A54">
      <w:pPr>
        <w:pStyle w:val="Paragrafoelenco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Di tutor</w:t>
      </w:r>
    </w:p>
    <w:p w:rsidR="00151A54" w:rsidRPr="001F35ED" w:rsidRDefault="00151A54" w:rsidP="00151A54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per almeno un triennio scolastico, secondo quanto indicato nell’avviso di selezione;</w:t>
      </w:r>
    </w:p>
    <w:p w:rsidR="00151A54" w:rsidRPr="001F35ED" w:rsidRDefault="00151A54" w:rsidP="00151A54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D52BFB" w:rsidRPr="001F35ED" w:rsidRDefault="00151A54" w:rsidP="00151A54">
      <w:pPr>
        <w:pStyle w:val="Paragrafoelenco"/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Di aver preso visione delle condizioni previste dal bando;</w:t>
      </w:r>
    </w:p>
    <w:p w:rsidR="00151A54" w:rsidRPr="001F35ED" w:rsidRDefault="00151A54" w:rsidP="00151A54">
      <w:pPr>
        <w:pStyle w:val="Paragrafoelenco"/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Di essere in godimento dei diritti civili e politici;</w:t>
      </w:r>
    </w:p>
    <w:p w:rsidR="00151A54" w:rsidRPr="001F35ED" w:rsidRDefault="00151A54" w:rsidP="00151A54">
      <w:pPr>
        <w:pStyle w:val="Paragrafoelenco"/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 xml:space="preserve">Di non aver subito condanne penali, ovvero di avere i seguenti provvedimenti penali: </w:t>
      </w:r>
    </w:p>
    <w:p w:rsidR="00151A54" w:rsidRPr="001F35ED" w:rsidRDefault="00151A54" w:rsidP="00151A54">
      <w:pPr>
        <w:pStyle w:val="Paragrafoelenco"/>
        <w:tabs>
          <w:tab w:val="left" w:pos="0"/>
        </w:tabs>
        <w:spacing w:line="276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_____________________________________________________________________</w:t>
      </w:r>
    </w:p>
    <w:p w:rsidR="00151A54" w:rsidRPr="001F35ED" w:rsidRDefault="00151A54" w:rsidP="00151A54">
      <w:pPr>
        <w:pStyle w:val="Paragrafoelenco"/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Di non avere procedimenti penali pendenti, ovvero di avere i seguenti procedimenti penali pendenti:</w:t>
      </w:r>
    </w:p>
    <w:p w:rsidR="00151A54" w:rsidRPr="001F35ED" w:rsidRDefault="00151A54" w:rsidP="00151A54">
      <w:pPr>
        <w:pStyle w:val="Paragrafoelenco"/>
        <w:tabs>
          <w:tab w:val="left" w:pos="0"/>
        </w:tabs>
        <w:spacing w:line="276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_____________________________________________________________________</w:t>
      </w:r>
    </w:p>
    <w:p w:rsidR="00151A54" w:rsidRPr="001F35ED" w:rsidRDefault="001F35ED" w:rsidP="00151A54">
      <w:pPr>
        <w:pStyle w:val="Paragrafoelenco"/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Di impegnarsi a documentare tutta l’attività svolta;</w:t>
      </w:r>
    </w:p>
    <w:p w:rsidR="001F35ED" w:rsidRPr="001F35ED" w:rsidRDefault="001F35ED" w:rsidP="00151A54">
      <w:pPr>
        <w:pStyle w:val="Paragrafoelenco"/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Di non essere in condizioni di incompatibilità con l’incarico;</w:t>
      </w:r>
    </w:p>
    <w:p w:rsidR="001F35ED" w:rsidRPr="001F35ED" w:rsidRDefault="001F35ED" w:rsidP="001F35ED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1F35ED" w:rsidRPr="001F35ED" w:rsidRDefault="001F35ED" w:rsidP="001F35ED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Al fine dell’attribuzione del punteggio relativo alla selezione, inoltre, dichiara:</w:t>
      </w:r>
    </w:p>
    <w:p w:rsidR="001F35ED" w:rsidRPr="001F35ED" w:rsidRDefault="001F35ED" w:rsidP="001F35ED">
      <w:pPr>
        <w:pStyle w:val="Paragrafoelenco"/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Di essere in servizio con contratto a tempo indeterminato dal __/__/__/ e di avere, pertanto, un’anzianità di servizio pari ad anni ____, di cui numero anni a tempo determinato ____ e numero anni a tempo indeterminato____ .</w:t>
      </w:r>
    </w:p>
    <w:p w:rsidR="001F35ED" w:rsidRPr="001F35ED" w:rsidRDefault="001F35ED" w:rsidP="001F35ED">
      <w:pPr>
        <w:pStyle w:val="Paragrafoelenco"/>
        <w:tabs>
          <w:tab w:val="left" w:pos="0"/>
        </w:tabs>
        <w:spacing w:line="276" w:lineRule="auto"/>
        <w:ind w:left="720"/>
        <w:jc w:val="both"/>
        <w:rPr>
          <w:rFonts w:ascii="Calibri" w:hAnsi="Calibri" w:cs="Calibri"/>
          <w:sz w:val="20"/>
          <w:szCs w:val="20"/>
        </w:rPr>
      </w:pPr>
    </w:p>
    <w:p w:rsidR="001F35ED" w:rsidRPr="001F35ED" w:rsidRDefault="001F35ED" w:rsidP="001F35ED">
      <w:pPr>
        <w:pStyle w:val="Paragrafoelenco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Di aver svolto in via prioritaria compiti rientranti tra quelli attributi al tutor scolastico e all’orientatore:</w:t>
      </w:r>
    </w:p>
    <w:p w:rsidR="001F35ED" w:rsidRPr="001F35ED" w:rsidRDefault="001F35ED" w:rsidP="001F35ED">
      <w:pPr>
        <w:pStyle w:val="Paragrafoelenco"/>
        <w:rPr>
          <w:rFonts w:ascii="Calibri" w:hAnsi="Calibri" w:cs="Calibri"/>
          <w:sz w:val="20"/>
          <w:szCs w:val="20"/>
        </w:rPr>
      </w:pPr>
    </w:p>
    <w:p w:rsidR="001F35ED" w:rsidRPr="001F35ED" w:rsidRDefault="001F35ED" w:rsidP="001F35ED">
      <w:pPr>
        <w:pStyle w:val="Paragrafoelenco"/>
        <w:numPr>
          <w:ilvl w:val="1"/>
          <w:numId w:val="2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funzione strumentale o referente per l’orientamento;</w:t>
      </w:r>
    </w:p>
    <w:p w:rsidR="001F35ED" w:rsidRPr="001F35ED" w:rsidRDefault="001F35ED" w:rsidP="001F35ED">
      <w:pPr>
        <w:pStyle w:val="Paragrafoelenco"/>
        <w:numPr>
          <w:ilvl w:val="1"/>
          <w:numId w:val="2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funzione strumentale o referente per il contrasto alla dispersione scolastica;</w:t>
      </w:r>
    </w:p>
    <w:p w:rsidR="001F35ED" w:rsidRPr="001F35ED" w:rsidRDefault="001F35ED" w:rsidP="001F35ED">
      <w:pPr>
        <w:pStyle w:val="Paragrafoelenco"/>
        <w:numPr>
          <w:ilvl w:val="1"/>
          <w:numId w:val="2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funzione strumentale o referente nell’ambito dei PCTO;</w:t>
      </w:r>
    </w:p>
    <w:p w:rsidR="001F35ED" w:rsidRPr="001F35ED" w:rsidRDefault="001F35ED" w:rsidP="001F35ED">
      <w:pPr>
        <w:pStyle w:val="Paragrafoelenco"/>
        <w:numPr>
          <w:ilvl w:val="1"/>
          <w:numId w:val="2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funzione strumentale o referente per l’inclusione e attività similari e connesse a tali tematiche;</w:t>
      </w:r>
    </w:p>
    <w:p w:rsidR="001F35ED" w:rsidRPr="001F35ED" w:rsidRDefault="001F35ED" w:rsidP="001F35ED">
      <w:pPr>
        <w:pStyle w:val="Paragrafoelenco"/>
        <w:numPr>
          <w:ilvl w:val="1"/>
          <w:numId w:val="2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Tutor nell’ambito dei PCTO;</w:t>
      </w:r>
    </w:p>
    <w:p w:rsidR="001F35ED" w:rsidRDefault="001F35ED" w:rsidP="001F35ED">
      <w:pPr>
        <w:pStyle w:val="Paragrafoelenco"/>
        <w:numPr>
          <w:ilvl w:val="1"/>
          <w:numId w:val="2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F35ED">
        <w:rPr>
          <w:rFonts w:ascii="Calibri" w:hAnsi="Calibri" w:cs="Calibri"/>
          <w:sz w:val="20"/>
          <w:szCs w:val="20"/>
        </w:rPr>
        <w:t>Altro:____________________________________________________________________________ .</w:t>
      </w:r>
    </w:p>
    <w:p w:rsidR="00B36315" w:rsidRPr="001F35ED" w:rsidRDefault="00B36315" w:rsidP="00B36315">
      <w:pPr>
        <w:pStyle w:val="Paragrafoelenco"/>
        <w:spacing w:line="276" w:lineRule="auto"/>
        <w:ind w:left="1440"/>
        <w:jc w:val="both"/>
        <w:rPr>
          <w:rFonts w:ascii="Calibri" w:hAnsi="Calibri" w:cs="Calibri"/>
          <w:sz w:val="20"/>
          <w:szCs w:val="20"/>
        </w:rPr>
      </w:pPr>
    </w:p>
    <w:p w:rsidR="001F35ED" w:rsidRPr="00B36315" w:rsidRDefault="001F35ED" w:rsidP="001F35ED">
      <w:pPr>
        <w:pStyle w:val="Paragrafoelenco"/>
        <w:numPr>
          <w:ilvl w:val="0"/>
          <w:numId w:val="21"/>
        </w:numPr>
        <w:tabs>
          <w:tab w:val="left" w:pos="0"/>
        </w:tabs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Aver svolto ruoli organizzativi in progetti per la gestione degli interventi di riduzione dell’abbandono scolastico e in progetti educativi individuali attuati dalla scuola:</w:t>
      </w:r>
    </w:p>
    <w:p w:rsidR="001F35ED" w:rsidRPr="00B36315" w:rsidRDefault="001F35ED" w:rsidP="001F35ED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__________________________________________________________________________________ ;</w:t>
      </w:r>
    </w:p>
    <w:p w:rsidR="001F35ED" w:rsidRDefault="001F35ED" w:rsidP="001F35ED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__________________________________________________________________________________;</w:t>
      </w:r>
    </w:p>
    <w:p w:rsidR="00B36315" w:rsidRPr="00B36315" w:rsidRDefault="00B36315" w:rsidP="001F35ED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</w:p>
    <w:p w:rsidR="001F35ED" w:rsidRPr="00B36315" w:rsidRDefault="001F35ED" w:rsidP="001F35ED">
      <w:pPr>
        <w:pStyle w:val="Paragrafoelenco"/>
        <w:numPr>
          <w:ilvl w:val="0"/>
          <w:numId w:val="21"/>
        </w:numPr>
        <w:tabs>
          <w:tab w:val="left" w:pos="0"/>
        </w:tabs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Aver contribuito ad organizzare progetti con enti esterni per il contrasto alla dispersione scolastica:</w:t>
      </w:r>
    </w:p>
    <w:p w:rsidR="001F35ED" w:rsidRPr="00B36315" w:rsidRDefault="001F35ED" w:rsidP="001F35ED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__________________________________________________________________________________ ;</w:t>
      </w:r>
    </w:p>
    <w:p w:rsidR="001F35ED" w:rsidRDefault="001F35ED" w:rsidP="001F35ED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__________________________________________________________________________________;</w:t>
      </w:r>
    </w:p>
    <w:p w:rsidR="00B36315" w:rsidRPr="00B36315" w:rsidRDefault="00B36315" w:rsidP="001F35ED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</w:p>
    <w:p w:rsidR="001F35ED" w:rsidRPr="00B36315" w:rsidRDefault="001F35ED" w:rsidP="001F35ED">
      <w:pPr>
        <w:pStyle w:val="Paragrafoelenco"/>
        <w:numPr>
          <w:ilvl w:val="0"/>
          <w:numId w:val="21"/>
        </w:numPr>
        <w:tabs>
          <w:tab w:val="left" w:pos="0"/>
        </w:tabs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Aver contribuito alla mappatura dei fabbisogni degli studenti, anche nelle competenze di base (es.: attraverso elaborazione dei dati INVALSI):</w:t>
      </w:r>
    </w:p>
    <w:p w:rsidR="001F35ED" w:rsidRPr="00B36315" w:rsidRDefault="001F35ED" w:rsidP="001F35ED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__________________________________________________________________________________ ;</w:t>
      </w:r>
    </w:p>
    <w:p w:rsidR="001F35ED" w:rsidRDefault="001F35ED" w:rsidP="001F35ED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__________________________________________________________________________________;</w:t>
      </w:r>
    </w:p>
    <w:p w:rsidR="00B36315" w:rsidRPr="00B36315" w:rsidRDefault="00B36315" w:rsidP="001F35ED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</w:p>
    <w:p w:rsidR="001F35ED" w:rsidRPr="00B36315" w:rsidRDefault="001F35ED" w:rsidP="001F35ED">
      <w:pPr>
        <w:pStyle w:val="Paragrafoelenco"/>
        <w:numPr>
          <w:ilvl w:val="0"/>
          <w:numId w:val="21"/>
        </w:numPr>
        <w:tabs>
          <w:tab w:val="left" w:pos="0"/>
        </w:tabs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Aver partecipato in qualità di tutor, esperto, facilitatore o valutatore nei progetti PON FSE o FESR:</w:t>
      </w:r>
    </w:p>
    <w:p w:rsidR="001F35ED" w:rsidRPr="00B36315" w:rsidRDefault="001F35ED" w:rsidP="00B36315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__________________________________________________________________________________ ;</w:t>
      </w:r>
    </w:p>
    <w:p w:rsidR="001F35ED" w:rsidRDefault="001F35ED" w:rsidP="00B36315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__________________________________________________________________________________;</w:t>
      </w:r>
    </w:p>
    <w:p w:rsidR="00B36315" w:rsidRPr="00B36315" w:rsidRDefault="00B36315" w:rsidP="00B36315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</w:p>
    <w:p w:rsidR="00B36315" w:rsidRPr="00B36315" w:rsidRDefault="00B36315" w:rsidP="00B36315">
      <w:pPr>
        <w:pStyle w:val="Paragrafoelenco"/>
        <w:numPr>
          <w:ilvl w:val="0"/>
          <w:numId w:val="21"/>
        </w:numPr>
        <w:tabs>
          <w:tab w:val="left" w:pos="0"/>
        </w:tabs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Aver supportato gli studenti in quanto Animatore Digitale o membro del Team dell’innovazione digitale, altre attività pertinenti valutabili:</w:t>
      </w:r>
    </w:p>
    <w:p w:rsidR="00B36315" w:rsidRPr="00B36315" w:rsidRDefault="00B36315" w:rsidP="00B36315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__________________________________________________________________________________ ;</w:t>
      </w:r>
    </w:p>
    <w:p w:rsidR="00B36315" w:rsidRDefault="00B36315" w:rsidP="00B36315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__________________________________________________________________________________;</w:t>
      </w:r>
    </w:p>
    <w:p w:rsidR="00B36315" w:rsidRPr="00B36315" w:rsidRDefault="00B36315" w:rsidP="00B36315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</w:p>
    <w:p w:rsidR="001F35ED" w:rsidRPr="00B36315" w:rsidRDefault="00B36315" w:rsidP="001F35ED">
      <w:pPr>
        <w:pStyle w:val="Paragrafoelenco"/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Di possedere le seguenti competenze informatiche certificate (riconosciute dal MIM):</w:t>
      </w:r>
    </w:p>
    <w:p w:rsidR="00B36315" w:rsidRDefault="00B36315" w:rsidP="00B36315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__________________________________________________________________________________ ;</w:t>
      </w:r>
    </w:p>
    <w:p w:rsidR="00B36315" w:rsidRPr="00B36315" w:rsidRDefault="00B36315" w:rsidP="00B36315">
      <w:pPr>
        <w:pStyle w:val="Paragrafoelenco"/>
        <w:tabs>
          <w:tab w:val="left" w:pos="0"/>
        </w:tabs>
        <w:ind w:left="720"/>
        <w:rPr>
          <w:rFonts w:ascii="Calibri" w:hAnsi="Calibri" w:cs="Calibri"/>
          <w:sz w:val="20"/>
          <w:szCs w:val="20"/>
        </w:rPr>
      </w:pPr>
    </w:p>
    <w:p w:rsidR="00D52BFB" w:rsidRPr="00B36315" w:rsidRDefault="00B36315" w:rsidP="00B36315">
      <w:pPr>
        <w:pStyle w:val="Paragrafoelenco"/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Di essere disponibile ad assumere la funzione di tutor o di docente orientatore:</w:t>
      </w:r>
    </w:p>
    <w:p w:rsidR="00B36315" w:rsidRPr="00B36315" w:rsidRDefault="00B36315" w:rsidP="00B36315">
      <w:pPr>
        <w:pStyle w:val="Paragrafoelenco"/>
        <w:numPr>
          <w:ilvl w:val="1"/>
          <w:numId w:val="21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Per un triennio;</w:t>
      </w:r>
    </w:p>
    <w:p w:rsidR="00D52BFB" w:rsidRPr="00B36315" w:rsidRDefault="00B36315" w:rsidP="00D52BFB">
      <w:pPr>
        <w:pStyle w:val="Paragrafoelenco"/>
        <w:numPr>
          <w:ilvl w:val="1"/>
          <w:numId w:val="21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36315">
        <w:rPr>
          <w:rFonts w:ascii="Calibri" w:hAnsi="Calibri" w:cs="Calibri"/>
          <w:sz w:val="20"/>
          <w:szCs w:val="20"/>
        </w:rPr>
        <w:t>Oltre il triennio.</w:t>
      </w:r>
    </w:p>
    <w:p w:rsidR="00D52BFB" w:rsidRDefault="00D52BFB" w:rsidP="00D52BFB">
      <w:pPr>
        <w:tabs>
          <w:tab w:val="left" w:pos="0"/>
        </w:tabs>
        <w:jc w:val="both"/>
        <w:rPr>
          <w:rFonts w:ascii="Calibri" w:hAnsi="Calibri" w:cs="Calibri"/>
          <w:sz w:val="20"/>
          <w:szCs w:val="20"/>
        </w:rPr>
      </w:pPr>
    </w:p>
    <w:p w:rsidR="00B36315" w:rsidRDefault="00B36315" w:rsidP="00D52BFB">
      <w:pPr>
        <w:tabs>
          <w:tab w:val="left" w:pos="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Si allega alla presente:</w:t>
      </w:r>
    </w:p>
    <w:p w:rsidR="00B36315" w:rsidRDefault="00B36315" w:rsidP="00B36315">
      <w:pPr>
        <w:pStyle w:val="Paragrafoelenco"/>
        <w:numPr>
          <w:ilvl w:val="0"/>
          <w:numId w:val="22"/>
        </w:numPr>
        <w:tabs>
          <w:tab w:val="left" w:pos="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Documento d’identità in corso di validità;</w:t>
      </w:r>
    </w:p>
    <w:p w:rsidR="00B36315" w:rsidRDefault="00B36315" w:rsidP="00B36315">
      <w:pPr>
        <w:pStyle w:val="Paragrafoelenco"/>
        <w:numPr>
          <w:ilvl w:val="0"/>
          <w:numId w:val="22"/>
        </w:numPr>
        <w:tabs>
          <w:tab w:val="left" w:pos="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Curriculum vitae in formato europeo.</w:t>
      </w:r>
    </w:p>
    <w:p w:rsidR="00B36315" w:rsidRDefault="00B36315" w:rsidP="00B36315">
      <w:pPr>
        <w:tabs>
          <w:tab w:val="left" w:pos="0"/>
        </w:tabs>
        <w:jc w:val="both"/>
        <w:rPr>
          <w:rFonts w:ascii="Calibri" w:hAnsi="Calibri" w:cs="Calibri"/>
          <w:sz w:val="20"/>
          <w:szCs w:val="20"/>
        </w:rPr>
      </w:pPr>
    </w:p>
    <w:p w:rsidR="00B36315" w:rsidRDefault="00B36315" w:rsidP="00B36315">
      <w:pPr>
        <w:tabs>
          <w:tab w:val="left" w:pos="0"/>
        </w:tabs>
        <w:jc w:val="both"/>
        <w:rPr>
          <w:rFonts w:ascii="Calibri" w:hAnsi="Calibri" w:cs="Calibri"/>
          <w:sz w:val="20"/>
          <w:szCs w:val="20"/>
        </w:rPr>
      </w:pPr>
    </w:p>
    <w:p w:rsidR="00B36315" w:rsidRDefault="00B36315" w:rsidP="00B36315">
      <w:pPr>
        <w:tabs>
          <w:tab w:val="left" w:pos="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Luogo e Data ________________________________, __/__/__</w:t>
      </w:r>
    </w:p>
    <w:p w:rsidR="00B36315" w:rsidRDefault="00B36315" w:rsidP="00B36315">
      <w:pPr>
        <w:tabs>
          <w:tab w:val="left" w:pos="0"/>
        </w:tabs>
        <w:jc w:val="both"/>
        <w:rPr>
          <w:rFonts w:ascii="Calibri" w:hAnsi="Calibri" w:cs="Calibri"/>
          <w:sz w:val="20"/>
          <w:szCs w:val="20"/>
        </w:rPr>
      </w:pPr>
    </w:p>
    <w:p w:rsidR="00B36315" w:rsidRDefault="00B36315" w:rsidP="00B36315">
      <w:pPr>
        <w:tabs>
          <w:tab w:val="left" w:pos="0"/>
        </w:tabs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FIRMA AUTOGRAFA DELL’INTERESSATO</w:t>
      </w:r>
    </w:p>
    <w:p w:rsidR="00B36315" w:rsidRDefault="00B36315" w:rsidP="00B36315">
      <w:pPr>
        <w:tabs>
          <w:tab w:val="left" w:pos="0"/>
        </w:tabs>
        <w:jc w:val="right"/>
        <w:rPr>
          <w:rFonts w:ascii="Calibri" w:hAnsi="Calibri" w:cs="Calibri"/>
          <w:sz w:val="20"/>
          <w:szCs w:val="20"/>
        </w:rPr>
      </w:pPr>
    </w:p>
    <w:p w:rsidR="00D52BFB" w:rsidRPr="00B36315" w:rsidRDefault="00B36315" w:rsidP="00B36315">
      <w:pPr>
        <w:tabs>
          <w:tab w:val="left" w:pos="0"/>
        </w:tabs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___________________________________</w:t>
      </w:r>
    </w:p>
    <w:p w:rsidR="00FC609F" w:rsidRPr="005E5419" w:rsidRDefault="005E5419" w:rsidP="005E5419">
      <w:pPr>
        <w:tabs>
          <w:tab w:val="left" w:pos="3869"/>
        </w:tabs>
      </w:pPr>
      <w:r>
        <w:tab/>
      </w:r>
    </w:p>
    <w:sectPr w:rsidR="00FC609F" w:rsidRPr="005E5419" w:rsidSect="00B36315">
      <w:headerReference w:type="default" r:id="rId12"/>
      <w:footerReference w:type="default" r:id="rId13"/>
      <w:pgSz w:w="11906" w:h="16838"/>
      <w:pgMar w:top="1418" w:right="1134" w:bottom="1719" w:left="1134" w:header="0" w:footer="69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F47" w:rsidRDefault="00651F47">
      <w:r>
        <w:separator/>
      </w:r>
    </w:p>
  </w:endnote>
  <w:endnote w:type="continuationSeparator" w:id="0">
    <w:p w:rsidR="00651F47" w:rsidRDefault="00651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msmincho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3B9" w:rsidRDefault="00FB23B9">
    <w:pPr>
      <w:pStyle w:val="Pidipagina"/>
    </w:pPr>
  </w:p>
  <w:p w:rsidR="00FB23B9" w:rsidRDefault="00DF2CF3" w:rsidP="005E5419">
    <w:pPr>
      <w:pStyle w:val="Pidipagina"/>
      <w:ind w:left="-99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8.7pt;margin-top:763.05pt;width:173.35pt;height:26.95pt;z-index:-251658752;mso-wrap-distance-left:9.05pt;mso-wrap-distance-right:9.05pt;mso-position-horizontal-relative:page;mso-position-vertical-relative:page" stroked="f">
          <v:fill opacity="0" color2="black"/>
          <v:textbox style="mso-next-textbox:#_x0000_s2055" inset="0,0,0,0">
            <w:txbxContent>
              <w:p w:rsidR="00FB23B9" w:rsidRPr="009B7E56" w:rsidRDefault="00FB23B9" w:rsidP="009B7E56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F47" w:rsidRDefault="00651F47">
      <w:r>
        <w:separator/>
      </w:r>
    </w:p>
  </w:footnote>
  <w:footnote w:type="continuationSeparator" w:id="0">
    <w:p w:rsidR="00651F47" w:rsidRDefault="00651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3B9" w:rsidRDefault="00FB23B9" w:rsidP="00FB23B9">
    <w:pPr>
      <w:tabs>
        <w:tab w:val="left" w:pos="6495"/>
      </w:tabs>
      <w:spacing w:line="100" w:lineRule="atLeast"/>
      <w:ind w:left="-567" w:firstLine="709"/>
      <w:textAlignment w:val="baseline"/>
      <w:rPr>
        <w:rFonts w:ascii="Arial" w:hAnsi="Arial"/>
        <w:sz w:val="16"/>
        <w:szCs w:val="20"/>
        <w:lang w:eastAsia="ar-SA" w:bidi="ar-SA"/>
      </w:rPr>
    </w:pPr>
    <w:r>
      <w:rPr>
        <w:rFonts w:ascii="Arial" w:hAnsi="Arial"/>
        <w:sz w:val="16"/>
        <w:szCs w:val="20"/>
        <w:lang w:eastAsia="ar-SA" w:bidi="ar-SA"/>
      </w:rPr>
      <w:tab/>
    </w:r>
    <w:r>
      <w:rPr>
        <w:rFonts w:ascii="Arial" w:hAnsi="Arial"/>
        <w:noProof/>
        <w:sz w:val="16"/>
        <w:szCs w:val="20"/>
        <w:lang w:eastAsia="it-IT" w:bidi="ar-SA"/>
      </w:rPr>
      <w:drawing>
        <wp:inline distT="0" distB="0" distL="0" distR="0">
          <wp:extent cx="6779895" cy="952500"/>
          <wp:effectExtent l="19050" t="0" r="1905" b="0"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1" t="16141" r="1832" b="59528"/>
                  <a:stretch>
                    <a:fillRect/>
                  </a:stretch>
                </pic:blipFill>
                <pic:spPr bwMode="auto">
                  <a:xfrm>
                    <a:off x="0" y="0"/>
                    <a:ext cx="677989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23B9" w:rsidRDefault="00FB23B9" w:rsidP="00C93855">
    <w:pPr>
      <w:spacing w:line="100" w:lineRule="atLeast"/>
      <w:textAlignment w:val="baseline"/>
      <w:rPr>
        <w:rFonts w:ascii="Arial" w:hAnsi="Arial"/>
        <w:sz w:val="16"/>
        <w:szCs w:val="20"/>
        <w:lang w:eastAsia="ar-SA" w:bidi="ar-SA"/>
      </w:rPr>
    </w:pPr>
  </w:p>
  <w:p w:rsidR="00FB23B9" w:rsidRDefault="00FB23B9" w:rsidP="00C93855">
    <w:pPr>
      <w:rPr>
        <w:rFonts w:ascii="Symbol" w:hAnsi="Symbol"/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CC6471"/>
    <w:multiLevelType w:val="hybridMultilevel"/>
    <w:tmpl w:val="99F008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C7B2C"/>
    <w:multiLevelType w:val="hybridMultilevel"/>
    <w:tmpl w:val="453A1C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54A68"/>
    <w:multiLevelType w:val="hybridMultilevel"/>
    <w:tmpl w:val="75B42076"/>
    <w:lvl w:ilvl="0" w:tplc="84DA3BC0">
      <w:numFmt w:val="bullet"/>
      <w:lvlText w:val="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B50AED"/>
    <w:multiLevelType w:val="hybridMultilevel"/>
    <w:tmpl w:val="F86607FC"/>
    <w:lvl w:ilvl="0" w:tplc="8C783B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B1066"/>
    <w:multiLevelType w:val="hybridMultilevel"/>
    <w:tmpl w:val="B3C64398"/>
    <w:lvl w:ilvl="0" w:tplc="D8B89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C4582"/>
    <w:multiLevelType w:val="hybridMultilevel"/>
    <w:tmpl w:val="FACE57DE"/>
    <w:lvl w:ilvl="0" w:tplc="D8B89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83C6F"/>
    <w:multiLevelType w:val="hybridMultilevel"/>
    <w:tmpl w:val="89F047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C464E"/>
    <w:multiLevelType w:val="hybridMultilevel"/>
    <w:tmpl w:val="D8E68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C13948"/>
    <w:multiLevelType w:val="hybridMultilevel"/>
    <w:tmpl w:val="82E04D9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A9077D"/>
    <w:multiLevelType w:val="hybridMultilevel"/>
    <w:tmpl w:val="422027C0"/>
    <w:lvl w:ilvl="0" w:tplc="04100003">
      <w:start w:val="1"/>
      <w:numFmt w:val="bullet"/>
      <w:lvlText w:val="o"/>
      <w:lvlJc w:val="left"/>
      <w:pPr>
        <w:ind w:left="8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1">
    <w:nsid w:val="47683689"/>
    <w:multiLevelType w:val="hybridMultilevel"/>
    <w:tmpl w:val="DED2AB64"/>
    <w:lvl w:ilvl="0" w:tplc="0410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>
    <w:nsid w:val="47D20432"/>
    <w:multiLevelType w:val="hybridMultilevel"/>
    <w:tmpl w:val="0A3E311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7357BC"/>
    <w:multiLevelType w:val="hybridMultilevel"/>
    <w:tmpl w:val="08A2950C"/>
    <w:lvl w:ilvl="0" w:tplc="0410000F">
      <w:start w:val="1"/>
      <w:numFmt w:val="decimal"/>
      <w:lvlText w:val="%1."/>
      <w:lvlJc w:val="left"/>
      <w:pPr>
        <w:ind w:left="820" w:hanging="360"/>
      </w:pPr>
    </w:lvl>
    <w:lvl w:ilvl="1" w:tplc="04100019" w:tentative="1">
      <w:start w:val="1"/>
      <w:numFmt w:val="lowerLetter"/>
      <w:lvlText w:val="%2."/>
      <w:lvlJc w:val="left"/>
      <w:pPr>
        <w:ind w:left="1540" w:hanging="360"/>
      </w:pPr>
    </w:lvl>
    <w:lvl w:ilvl="2" w:tplc="0410001B" w:tentative="1">
      <w:start w:val="1"/>
      <w:numFmt w:val="lowerRoman"/>
      <w:lvlText w:val="%3."/>
      <w:lvlJc w:val="right"/>
      <w:pPr>
        <w:ind w:left="2260" w:hanging="180"/>
      </w:pPr>
    </w:lvl>
    <w:lvl w:ilvl="3" w:tplc="0410000F" w:tentative="1">
      <w:start w:val="1"/>
      <w:numFmt w:val="decimal"/>
      <w:lvlText w:val="%4."/>
      <w:lvlJc w:val="left"/>
      <w:pPr>
        <w:ind w:left="2980" w:hanging="360"/>
      </w:pPr>
    </w:lvl>
    <w:lvl w:ilvl="4" w:tplc="04100019" w:tentative="1">
      <w:start w:val="1"/>
      <w:numFmt w:val="lowerLetter"/>
      <w:lvlText w:val="%5."/>
      <w:lvlJc w:val="left"/>
      <w:pPr>
        <w:ind w:left="3700" w:hanging="360"/>
      </w:pPr>
    </w:lvl>
    <w:lvl w:ilvl="5" w:tplc="0410001B" w:tentative="1">
      <w:start w:val="1"/>
      <w:numFmt w:val="lowerRoman"/>
      <w:lvlText w:val="%6."/>
      <w:lvlJc w:val="right"/>
      <w:pPr>
        <w:ind w:left="4420" w:hanging="180"/>
      </w:pPr>
    </w:lvl>
    <w:lvl w:ilvl="6" w:tplc="0410000F" w:tentative="1">
      <w:start w:val="1"/>
      <w:numFmt w:val="decimal"/>
      <w:lvlText w:val="%7."/>
      <w:lvlJc w:val="left"/>
      <w:pPr>
        <w:ind w:left="5140" w:hanging="360"/>
      </w:pPr>
    </w:lvl>
    <w:lvl w:ilvl="7" w:tplc="04100019" w:tentative="1">
      <w:start w:val="1"/>
      <w:numFmt w:val="lowerLetter"/>
      <w:lvlText w:val="%8."/>
      <w:lvlJc w:val="left"/>
      <w:pPr>
        <w:ind w:left="5860" w:hanging="360"/>
      </w:pPr>
    </w:lvl>
    <w:lvl w:ilvl="8" w:tplc="0410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>
    <w:nsid w:val="51712B95"/>
    <w:multiLevelType w:val="hybridMultilevel"/>
    <w:tmpl w:val="B9185330"/>
    <w:lvl w:ilvl="0" w:tplc="46FCA0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F937C8"/>
    <w:multiLevelType w:val="hybridMultilevel"/>
    <w:tmpl w:val="75941934"/>
    <w:lvl w:ilvl="0" w:tplc="84DA3BC0">
      <w:numFmt w:val="bullet"/>
      <w:lvlText w:val="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54463D3"/>
    <w:multiLevelType w:val="hybridMultilevel"/>
    <w:tmpl w:val="860E4D9A"/>
    <w:lvl w:ilvl="0" w:tplc="84DA3BC0">
      <w:numFmt w:val="bullet"/>
      <w:lvlText w:val="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FA43F2"/>
    <w:multiLevelType w:val="hybridMultilevel"/>
    <w:tmpl w:val="BEBE2B1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CF3815"/>
    <w:multiLevelType w:val="hybridMultilevel"/>
    <w:tmpl w:val="6A18A4E4"/>
    <w:lvl w:ilvl="0" w:tplc="D8B89F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B7D6C78"/>
    <w:multiLevelType w:val="hybridMultilevel"/>
    <w:tmpl w:val="E2AC90EC"/>
    <w:lvl w:ilvl="0" w:tplc="80D29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1363C7"/>
    <w:multiLevelType w:val="hybridMultilevel"/>
    <w:tmpl w:val="7F9AA786"/>
    <w:lvl w:ilvl="0" w:tplc="D8B89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"/>
  </w:num>
  <w:num w:numId="5">
    <w:abstractNumId w:val="20"/>
  </w:num>
  <w:num w:numId="6">
    <w:abstractNumId w:val="8"/>
  </w:num>
  <w:num w:numId="7">
    <w:abstractNumId w:val="6"/>
  </w:num>
  <w:num w:numId="8">
    <w:abstractNumId w:val="5"/>
  </w:num>
  <w:num w:numId="9">
    <w:abstractNumId w:val="16"/>
  </w:num>
  <w:num w:numId="10">
    <w:abstractNumId w:val="15"/>
  </w:num>
  <w:num w:numId="11">
    <w:abstractNumId w:val="3"/>
  </w:num>
  <w:num w:numId="12">
    <w:abstractNumId w:val="18"/>
  </w:num>
  <w:num w:numId="13">
    <w:abstractNumId w:val="1"/>
  </w:num>
  <w:num w:numId="14">
    <w:abstractNumId w:val="4"/>
  </w:num>
  <w:num w:numId="15">
    <w:abstractNumId w:val="11"/>
  </w:num>
  <w:num w:numId="16">
    <w:abstractNumId w:val="13"/>
  </w:num>
  <w:num w:numId="17">
    <w:abstractNumId w:val="10"/>
  </w:num>
  <w:num w:numId="18">
    <w:abstractNumId w:val="17"/>
  </w:num>
  <w:num w:numId="19">
    <w:abstractNumId w:val="9"/>
  </w:num>
  <w:num w:numId="20">
    <w:abstractNumId w:val="12"/>
  </w:num>
  <w:num w:numId="21">
    <w:abstractNumId w:val="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attachedTemplate r:id="rId1"/>
  <w:stylePaneFormatFilter w:val="0000"/>
  <w:defaultTabStop w:val="708"/>
  <w:hyphenationZone w:val="283"/>
  <w:defaultTableStyle w:val="Normale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80F9E"/>
    <w:rsid w:val="00005874"/>
    <w:rsid w:val="000070D7"/>
    <w:rsid w:val="000269EF"/>
    <w:rsid w:val="00041113"/>
    <w:rsid w:val="000A0F8C"/>
    <w:rsid w:val="000A720A"/>
    <w:rsid w:val="000C609D"/>
    <w:rsid w:val="000D68DC"/>
    <w:rsid w:val="000F6430"/>
    <w:rsid w:val="00151A54"/>
    <w:rsid w:val="001A10E1"/>
    <w:rsid w:val="001E0741"/>
    <w:rsid w:val="001E5D11"/>
    <w:rsid w:val="001F35ED"/>
    <w:rsid w:val="002325F3"/>
    <w:rsid w:val="00234765"/>
    <w:rsid w:val="002745B0"/>
    <w:rsid w:val="00276F45"/>
    <w:rsid w:val="002975C1"/>
    <w:rsid w:val="002E3855"/>
    <w:rsid w:val="002E62BA"/>
    <w:rsid w:val="003147EC"/>
    <w:rsid w:val="00330CD0"/>
    <w:rsid w:val="0035187E"/>
    <w:rsid w:val="003632BA"/>
    <w:rsid w:val="00366D6F"/>
    <w:rsid w:val="00377D97"/>
    <w:rsid w:val="00395542"/>
    <w:rsid w:val="003E7EC1"/>
    <w:rsid w:val="003F177E"/>
    <w:rsid w:val="004235AC"/>
    <w:rsid w:val="0042568A"/>
    <w:rsid w:val="00454746"/>
    <w:rsid w:val="004A7551"/>
    <w:rsid w:val="004E4CEC"/>
    <w:rsid w:val="004F56B2"/>
    <w:rsid w:val="005144ED"/>
    <w:rsid w:val="005355B1"/>
    <w:rsid w:val="005433B7"/>
    <w:rsid w:val="005A2B08"/>
    <w:rsid w:val="005A3E00"/>
    <w:rsid w:val="005A638F"/>
    <w:rsid w:val="005E5419"/>
    <w:rsid w:val="00610A88"/>
    <w:rsid w:val="006117A1"/>
    <w:rsid w:val="006474E4"/>
    <w:rsid w:val="00651F47"/>
    <w:rsid w:val="006775BC"/>
    <w:rsid w:val="006829BC"/>
    <w:rsid w:val="006A5C0D"/>
    <w:rsid w:val="006B6E07"/>
    <w:rsid w:val="006F71FA"/>
    <w:rsid w:val="00700319"/>
    <w:rsid w:val="00762643"/>
    <w:rsid w:val="007A4889"/>
    <w:rsid w:val="007D161F"/>
    <w:rsid w:val="00801FD1"/>
    <w:rsid w:val="00802519"/>
    <w:rsid w:val="00880F9E"/>
    <w:rsid w:val="008A3538"/>
    <w:rsid w:val="00905B4F"/>
    <w:rsid w:val="00940155"/>
    <w:rsid w:val="00940EA6"/>
    <w:rsid w:val="009A5F9A"/>
    <w:rsid w:val="009B7E56"/>
    <w:rsid w:val="009D1E88"/>
    <w:rsid w:val="009D4392"/>
    <w:rsid w:val="009F1035"/>
    <w:rsid w:val="00A036CC"/>
    <w:rsid w:val="00A31AE5"/>
    <w:rsid w:val="00A402CD"/>
    <w:rsid w:val="00A75A42"/>
    <w:rsid w:val="00AA64B0"/>
    <w:rsid w:val="00AD7707"/>
    <w:rsid w:val="00B15148"/>
    <w:rsid w:val="00B1729F"/>
    <w:rsid w:val="00B320F7"/>
    <w:rsid w:val="00B36315"/>
    <w:rsid w:val="00B50509"/>
    <w:rsid w:val="00B55BC2"/>
    <w:rsid w:val="00B63555"/>
    <w:rsid w:val="00B65F02"/>
    <w:rsid w:val="00B97A84"/>
    <w:rsid w:val="00BD7CCB"/>
    <w:rsid w:val="00C02FAC"/>
    <w:rsid w:val="00C2796C"/>
    <w:rsid w:val="00C61030"/>
    <w:rsid w:val="00C93855"/>
    <w:rsid w:val="00CE2725"/>
    <w:rsid w:val="00CF13C3"/>
    <w:rsid w:val="00CF2C25"/>
    <w:rsid w:val="00D02A27"/>
    <w:rsid w:val="00D12B5F"/>
    <w:rsid w:val="00D17132"/>
    <w:rsid w:val="00D256CA"/>
    <w:rsid w:val="00D52BFB"/>
    <w:rsid w:val="00DB1BF7"/>
    <w:rsid w:val="00DC4FEF"/>
    <w:rsid w:val="00DE5BF8"/>
    <w:rsid w:val="00DF2CF3"/>
    <w:rsid w:val="00E01713"/>
    <w:rsid w:val="00E07DE5"/>
    <w:rsid w:val="00E11041"/>
    <w:rsid w:val="00E24771"/>
    <w:rsid w:val="00E668D5"/>
    <w:rsid w:val="00E703CC"/>
    <w:rsid w:val="00E865E0"/>
    <w:rsid w:val="00EB65A5"/>
    <w:rsid w:val="00EC7F04"/>
    <w:rsid w:val="00EE226D"/>
    <w:rsid w:val="00EE6F20"/>
    <w:rsid w:val="00EF7BCB"/>
    <w:rsid w:val="00F0602D"/>
    <w:rsid w:val="00F37CA9"/>
    <w:rsid w:val="00FB23B9"/>
    <w:rsid w:val="00FC609F"/>
    <w:rsid w:val="00FD1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147EC"/>
    <w:pPr>
      <w:suppressAutoHyphens/>
    </w:pPr>
    <w:rPr>
      <w:sz w:val="24"/>
      <w:szCs w:val="24"/>
      <w:lang w:eastAsia="he-IL" w:bidi="he-IL"/>
    </w:rPr>
  </w:style>
  <w:style w:type="paragraph" w:styleId="Titolo1">
    <w:name w:val="heading 1"/>
    <w:basedOn w:val="Normale"/>
    <w:next w:val="Normale"/>
    <w:link w:val="Titolo1Carattere"/>
    <w:qFormat/>
    <w:rsid w:val="000269EF"/>
    <w:pPr>
      <w:keepNext/>
      <w:numPr>
        <w:numId w:val="1"/>
      </w:numPr>
      <w:spacing w:line="360" w:lineRule="exact"/>
      <w:jc w:val="center"/>
      <w:outlineLvl w:val="0"/>
    </w:pPr>
    <w:rPr>
      <w:rFonts w:ascii="Bookman Old Style" w:hAnsi="Bookman Old Style"/>
      <w:b/>
      <w:bCs/>
      <w:sz w:val="22"/>
    </w:rPr>
  </w:style>
  <w:style w:type="paragraph" w:styleId="Titolo2">
    <w:name w:val="heading 2"/>
    <w:basedOn w:val="Normale"/>
    <w:next w:val="Normale"/>
    <w:link w:val="Titolo2Carattere"/>
    <w:qFormat/>
    <w:rsid w:val="000269EF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0269EF"/>
    <w:pPr>
      <w:keepNext/>
      <w:numPr>
        <w:ilvl w:val="2"/>
        <w:numId w:val="1"/>
      </w:numPr>
      <w:outlineLvl w:val="2"/>
    </w:pPr>
    <w:rPr>
      <w:rFonts w:ascii="Bookman Old Style" w:hAnsi="Bookman Old Style"/>
      <w:b/>
      <w:bCs/>
      <w:sz w:val="16"/>
    </w:rPr>
  </w:style>
  <w:style w:type="paragraph" w:styleId="Titolo4">
    <w:name w:val="heading 4"/>
    <w:basedOn w:val="Normale"/>
    <w:next w:val="Normale"/>
    <w:link w:val="Titolo4Carattere"/>
    <w:qFormat/>
    <w:rsid w:val="000269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0269E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0269EF"/>
  </w:style>
  <w:style w:type="character" w:customStyle="1" w:styleId="WW-Absatz-Standardschriftart">
    <w:name w:val="WW-Absatz-Standardschriftart"/>
    <w:rsid w:val="000269EF"/>
  </w:style>
  <w:style w:type="character" w:customStyle="1" w:styleId="WW-Absatz-Standardschriftart1">
    <w:name w:val="WW-Absatz-Standardschriftart1"/>
    <w:rsid w:val="000269EF"/>
  </w:style>
  <w:style w:type="character" w:customStyle="1" w:styleId="WW8Num2z0">
    <w:name w:val="WW8Num2z0"/>
    <w:rsid w:val="000269EF"/>
    <w:rPr>
      <w:rFonts w:ascii="Symbol" w:hAnsi="Symbol"/>
    </w:rPr>
  </w:style>
  <w:style w:type="character" w:customStyle="1" w:styleId="WW8Num2z1">
    <w:name w:val="WW8Num2z1"/>
    <w:rsid w:val="000269EF"/>
    <w:rPr>
      <w:rFonts w:ascii="Courier New" w:hAnsi="Courier New"/>
    </w:rPr>
  </w:style>
  <w:style w:type="character" w:customStyle="1" w:styleId="WW8Num2z2">
    <w:name w:val="WW8Num2z2"/>
    <w:rsid w:val="000269EF"/>
    <w:rPr>
      <w:rFonts w:ascii="Wingdings" w:hAnsi="Wingdings"/>
    </w:rPr>
  </w:style>
  <w:style w:type="character" w:customStyle="1" w:styleId="WW8Num3z0">
    <w:name w:val="WW8Num3z0"/>
    <w:rsid w:val="000269EF"/>
    <w:rPr>
      <w:b/>
      <w:sz w:val="20"/>
      <w:szCs w:val="20"/>
    </w:rPr>
  </w:style>
  <w:style w:type="character" w:customStyle="1" w:styleId="Carpredefinitoparagrafo1">
    <w:name w:val="Car. predefinito paragrafo1"/>
    <w:rsid w:val="000269EF"/>
  </w:style>
  <w:style w:type="character" w:customStyle="1" w:styleId="Caratterepredefinitoparagrafo">
    <w:name w:val="Carattere predefinito paragrafo"/>
    <w:rsid w:val="000269EF"/>
  </w:style>
  <w:style w:type="character" w:styleId="Numeropagina">
    <w:name w:val="page number"/>
    <w:basedOn w:val="Caratterepredefinitoparagrafo"/>
    <w:rsid w:val="000269EF"/>
  </w:style>
  <w:style w:type="character" w:styleId="Collegamentoipertestuale">
    <w:name w:val="Hyperlink"/>
    <w:uiPriority w:val="99"/>
    <w:rsid w:val="000269EF"/>
    <w:rPr>
      <w:color w:val="0000FF"/>
      <w:u w:val="single"/>
    </w:rPr>
  </w:style>
  <w:style w:type="character" w:customStyle="1" w:styleId="Caratteredinumerazione">
    <w:name w:val="Carattere di numerazione"/>
    <w:rsid w:val="000269EF"/>
  </w:style>
  <w:style w:type="paragraph" w:customStyle="1" w:styleId="Intestazione2">
    <w:name w:val="Intestazione2"/>
    <w:basedOn w:val="Normale"/>
    <w:next w:val="Corpotesto"/>
    <w:rsid w:val="000269E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testo">
    <w:name w:val="Corpo testo"/>
    <w:basedOn w:val="Normale"/>
    <w:rsid w:val="000269EF"/>
    <w:pPr>
      <w:jc w:val="both"/>
    </w:pPr>
    <w:rPr>
      <w:rFonts w:ascii="Bookman Old Style" w:hAnsi="Bookman Old Style"/>
      <w:sz w:val="22"/>
    </w:rPr>
  </w:style>
  <w:style w:type="paragraph" w:styleId="Elenco">
    <w:name w:val="List"/>
    <w:basedOn w:val="Corpotesto"/>
    <w:rsid w:val="000269EF"/>
    <w:rPr>
      <w:rFonts w:ascii="Times" w:hAnsi="Times" w:cs="Tahoma"/>
    </w:rPr>
  </w:style>
  <w:style w:type="paragraph" w:customStyle="1" w:styleId="Didascalia2">
    <w:name w:val="Didascalia2"/>
    <w:basedOn w:val="Normale"/>
    <w:rsid w:val="000269EF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0269EF"/>
    <w:pPr>
      <w:suppressLineNumbers/>
    </w:pPr>
    <w:rPr>
      <w:rFonts w:ascii="Times" w:hAnsi="Times" w:cs="Tahoma"/>
    </w:rPr>
  </w:style>
  <w:style w:type="paragraph" w:customStyle="1" w:styleId="Intestazione1">
    <w:name w:val="Intestazione1"/>
    <w:basedOn w:val="Normale"/>
    <w:next w:val="Corpotesto"/>
    <w:rsid w:val="000269EF"/>
    <w:pPr>
      <w:keepNext/>
      <w:spacing w:before="240" w:after="120"/>
    </w:pPr>
    <w:rPr>
      <w:rFonts w:ascii="Helvetica" w:eastAsia="HG Mincho Light J" w:hAnsi="Helvetica" w:cs="Tahoma"/>
      <w:sz w:val="28"/>
      <w:szCs w:val="28"/>
    </w:rPr>
  </w:style>
  <w:style w:type="paragraph" w:customStyle="1" w:styleId="Didascalia1">
    <w:name w:val="Didascalia1"/>
    <w:basedOn w:val="Normale"/>
    <w:rsid w:val="000269EF"/>
    <w:pPr>
      <w:suppressLineNumbers/>
      <w:spacing w:before="120" w:after="120"/>
    </w:pPr>
    <w:rPr>
      <w:rFonts w:ascii="Times" w:hAnsi="Times" w:cs="Tahoma"/>
      <w:i/>
      <w:iCs/>
    </w:rPr>
  </w:style>
  <w:style w:type="paragraph" w:styleId="Intestazione">
    <w:name w:val="header"/>
    <w:basedOn w:val="Normale"/>
    <w:link w:val="IntestazioneCarattere"/>
    <w:uiPriority w:val="99"/>
    <w:rsid w:val="000269E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269EF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rsid w:val="000269EF"/>
  </w:style>
  <w:style w:type="paragraph" w:styleId="Testofumetto">
    <w:name w:val="Balloon Text"/>
    <w:basedOn w:val="Normale"/>
    <w:rsid w:val="000269EF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0269EF"/>
    <w:pPr>
      <w:spacing w:line="360" w:lineRule="auto"/>
      <w:jc w:val="both"/>
    </w:pPr>
  </w:style>
  <w:style w:type="paragraph" w:customStyle="1" w:styleId="Normale0">
    <w:name w:val="[Normale]"/>
    <w:rsid w:val="00880F9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itolo4Carattere">
    <w:name w:val="Titolo 4 Carattere"/>
    <w:link w:val="Titolo4"/>
    <w:rsid w:val="00BD7CCB"/>
    <w:rPr>
      <w:b/>
      <w:bCs/>
      <w:sz w:val="28"/>
      <w:szCs w:val="28"/>
      <w:lang w:eastAsia="he-IL" w:bidi="he-IL"/>
    </w:rPr>
  </w:style>
  <w:style w:type="character" w:customStyle="1" w:styleId="IntestazioneCarattere">
    <w:name w:val="Intestazione Carattere"/>
    <w:link w:val="Intestazione"/>
    <w:uiPriority w:val="99"/>
    <w:rsid w:val="00BD7CCB"/>
    <w:rPr>
      <w:sz w:val="24"/>
      <w:szCs w:val="24"/>
      <w:lang w:eastAsia="he-IL" w:bidi="he-IL"/>
    </w:rPr>
  </w:style>
  <w:style w:type="paragraph" w:styleId="Paragrafoelenco">
    <w:name w:val="List Paragraph"/>
    <w:basedOn w:val="Normale"/>
    <w:uiPriority w:val="34"/>
    <w:qFormat/>
    <w:rsid w:val="00DC4FEF"/>
    <w:pPr>
      <w:ind w:left="708"/>
    </w:pPr>
  </w:style>
  <w:style w:type="character" w:customStyle="1" w:styleId="Titolo1Carattere">
    <w:name w:val="Titolo 1 Carattere"/>
    <w:link w:val="Titolo1"/>
    <w:rsid w:val="003147EC"/>
    <w:rPr>
      <w:rFonts w:ascii="Bookman Old Style" w:hAnsi="Bookman Old Style"/>
      <w:b/>
      <w:bCs/>
      <w:sz w:val="22"/>
      <w:szCs w:val="24"/>
      <w:lang w:eastAsia="he-IL" w:bidi="he-IL"/>
    </w:rPr>
  </w:style>
  <w:style w:type="character" w:customStyle="1" w:styleId="Titolo2Carattere">
    <w:name w:val="Titolo 2 Carattere"/>
    <w:link w:val="Titolo2"/>
    <w:rsid w:val="003147EC"/>
    <w:rPr>
      <w:b/>
      <w:bCs/>
      <w:sz w:val="24"/>
      <w:szCs w:val="24"/>
      <w:lang w:eastAsia="he-IL" w:bidi="he-IL"/>
    </w:rPr>
  </w:style>
  <w:style w:type="table" w:styleId="Grigliatabella">
    <w:name w:val="Table Grid"/>
    <w:basedOn w:val="Tabellanormale"/>
    <w:uiPriority w:val="39"/>
    <w:rsid w:val="009B7E56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ceosalutati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tps03000x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utente\IMPOST~1\Temp\Directory%20temporanea%201%20per%20carta%20ecdl.zip\carta%20ecdl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16C34-67DC-4016-94CF-211FC8CF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ecdl</Template>
  <TotalTime>10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Montecatini Terme, 05/09/2005</vt:lpstr>
    </vt:vector>
  </TitlesOfParts>
  <Company>HP</Company>
  <LinksUpToDate>false</LinksUpToDate>
  <CharactersWithSpaces>5064</CharactersWithSpaces>
  <SharedDoc>false</SharedDoc>
  <HLinks>
    <vt:vector size="12" baseType="variant">
      <vt:variant>
        <vt:i4>1114137</vt:i4>
      </vt:variant>
      <vt:variant>
        <vt:i4>3</vt:i4>
      </vt:variant>
      <vt:variant>
        <vt:i4>0</vt:i4>
      </vt:variant>
      <vt:variant>
        <vt:i4>5</vt:i4>
      </vt:variant>
      <vt:variant>
        <vt:lpwstr>http://www.liceosalutati.it/</vt:lpwstr>
      </vt:variant>
      <vt:variant>
        <vt:lpwstr/>
      </vt:variant>
      <vt:variant>
        <vt:i4>655479</vt:i4>
      </vt:variant>
      <vt:variant>
        <vt:i4>0</vt:i4>
      </vt:variant>
      <vt:variant>
        <vt:i4>0</vt:i4>
      </vt:variant>
      <vt:variant>
        <vt:i4>5</vt:i4>
      </vt:variant>
      <vt:variant>
        <vt:lpwstr>mailto:ptps03000x@istruzione.it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Montecatini Terme, 05/09/2005</dc:title>
  <dc:creator>Anna</dc:creator>
  <cp:lastModifiedBy>Dsga</cp:lastModifiedBy>
  <cp:revision>2</cp:revision>
  <cp:lastPrinted>2023-02-22T08:55:00Z</cp:lastPrinted>
  <dcterms:created xsi:type="dcterms:W3CDTF">2023-04-13T12:40:00Z</dcterms:created>
  <dcterms:modified xsi:type="dcterms:W3CDTF">2023-04-13T12:40:00Z</dcterms:modified>
</cp:coreProperties>
</file>